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A919" w14:textId="77777777" w:rsidR="00B04B41" w:rsidRDefault="00B04B41">
      <w:pPr>
        <w:jc w:val="left"/>
        <w:rPr>
          <w:bCs/>
          <w:kern w:val="32"/>
        </w:rPr>
      </w:pPr>
    </w:p>
    <w:p w14:paraId="10F5EE6A" w14:textId="77777777" w:rsidR="005A23F6" w:rsidRDefault="005A23F6">
      <w:pPr>
        <w:jc w:val="left"/>
        <w:rPr>
          <w:rFonts w:cs="Arial"/>
          <w:szCs w:val="22"/>
        </w:rPr>
      </w:pPr>
    </w:p>
    <w:p w14:paraId="45C8132D" w14:textId="77777777" w:rsidR="005A23F6" w:rsidRPr="007F322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7F3226">
        <w:rPr>
          <w:rFonts w:cs="Arial"/>
          <w:szCs w:val="22"/>
        </w:rPr>
        <w:t>Załącznik nr 2 do ogłoszenia</w:t>
      </w:r>
    </w:p>
    <w:p w14:paraId="279487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82AB73E" w14:textId="0D9F3B79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Formularz ofertowy do</w:t>
      </w:r>
      <w:r w:rsidR="00761009">
        <w:rPr>
          <w:rFonts w:cs="Arial"/>
          <w:b/>
          <w:szCs w:val="22"/>
        </w:rPr>
        <w:t xml:space="preserve"> drugiego</w:t>
      </w:r>
      <w:r w:rsidRPr="005A23F6">
        <w:rPr>
          <w:rFonts w:cs="Arial"/>
          <w:b/>
          <w:szCs w:val="22"/>
        </w:rPr>
        <w:t xml:space="preserve"> przetargu publicznego</w:t>
      </w:r>
    </w:p>
    <w:p w14:paraId="69C46AFC" w14:textId="3A3CA9A0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nr sprawy OL-POR-A.2102</w:t>
      </w:r>
      <w:r w:rsidR="00C61915">
        <w:rPr>
          <w:rFonts w:cs="Arial"/>
          <w:b/>
          <w:szCs w:val="22"/>
        </w:rPr>
        <w:t>.28.2025.</w:t>
      </w:r>
      <w:r w:rsidR="00DD05D6">
        <w:rPr>
          <w:rFonts w:cs="Arial"/>
          <w:b/>
          <w:szCs w:val="22"/>
        </w:rPr>
        <w:t>10</w:t>
      </w:r>
    </w:p>
    <w:p w14:paraId="2F493ED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7FD345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37CD02A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Imię i nazwisko / (nazwa firmy):</w:t>
      </w:r>
    </w:p>
    <w:p w14:paraId="4EECC5B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691A7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172A7C5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3F1C9E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7DDCC0F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8E3E08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Miejsce zamieszkania (siedziba firmy):</w:t>
      </w:r>
    </w:p>
    <w:p w14:paraId="792A882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FB6B8A1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…………………………….………………………………………….………..</w:t>
      </w:r>
    </w:p>
    <w:p w14:paraId="4FD5DE9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ACA1D0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………………………………………………………………………..………..</w:t>
      </w:r>
    </w:p>
    <w:p w14:paraId="16C96AC5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811C263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Nr NIP/KRS (dotyczy podmiotów gospodarczych)/PESEL(dotyczy osób fizycznych)</w:t>
      </w:r>
    </w:p>
    <w:p w14:paraId="6C5B19F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7E0110C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…………………………………………………………………………………</w:t>
      </w:r>
    </w:p>
    <w:p w14:paraId="09EE2EC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184C1C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D0B18C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Tel. .………...……………………………………………………………………………………………</w:t>
      </w:r>
    </w:p>
    <w:p w14:paraId="1DC2858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A8A445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e-mail: ..……….…………………………………………………………………………………………</w:t>
      </w:r>
    </w:p>
    <w:p w14:paraId="356CC0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82D7AB3" w14:textId="77777777" w:rsidR="005A23F6" w:rsidRPr="00D33F11" w:rsidRDefault="005A23F6" w:rsidP="005A23F6">
      <w:pPr>
        <w:tabs>
          <w:tab w:val="left" w:pos="2490"/>
        </w:tabs>
        <w:jc w:val="left"/>
        <w:rPr>
          <w:rFonts w:cs="Arial"/>
          <w:sz w:val="8"/>
          <w:szCs w:val="8"/>
        </w:rPr>
      </w:pPr>
    </w:p>
    <w:p w14:paraId="73C8F306" w14:textId="77777777" w:rsidR="005A23F6" w:rsidRPr="005A23F6" w:rsidRDefault="005A23F6" w:rsidP="005A23F6">
      <w:pPr>
        <w:tabs>
          <w:tab w:val="left" w:pos="2490"/>
        </w:tabs>
        <w:jc w:val="left"/>
        <w:rPr>
          <w:rFonts w:cs="Arial"/>
          <w:szCs w:val="22"/>
        </w:rPr>
      </w:pPr>
    </w:p>
    <w:p w14:paraId="7F2030C0" w14:textId="269839FB" w:rsidR="005A23F6" w:rsidRPr="005A23F6" w:rsidRDefault="00A115F6" w:rsidP="00D33A96">
      <w:pPr>
        <w:tabs>
          <w:tab w:val="left" w:pos="2490"/>
        </w:tabs>
        <w:spacing w:line="276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 xml:space="preserve">I.   </w:t>
      </w:r>
      <w:r w:rsidR="005A23F6" w:rsidRPr="005A23F6">
        <w:rPr>
          <w:rFonts w:cs="Arial"/>
          <w:szCs w:val="22"/>
        </w:rPr>
        <w:t xml:space="preserve">Ja niżej podpisany(a) oświadczam, że zapoznałam/em się z warunkami postępowania przetargowego określonymi w ogłoszeniu o przetargu publicznym na sprzedaż używanego samochodu osobowego – z dnia </w:t>
      </w:r>
      <w:r w:rsidR="00D33A96">
        <w:rPr>
          <w:rFonts w:cs="Arial"/>
          <w:b/>
          <w:szCs w:val="22"/>
        </w:rPr>
        <w:t>……………..</w:t>
      </w:r>
      <w:r w:rsidR="005A23F6" w:rsidRPr="005A23F6">
        <w:rPr>
          <w:rFonts w:cs="Arial"/>
          <w:szCs w:val="22"/>
        </w:rPr>
        <w:t>, nr sprawy:</w:t>
      </w:r>
    </w:p>
    <w:p w14:paraId="10FB3475" w14:textId="77900EBE" w:rsidR="005A23F6" w:rsidRDefault="005A23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  <w:t xml:space="preserve">  </w:t>
      </w:r>
      <w:r w:rsidRPr="005A23F6">
        <w:rPr>
          <w:rFonts w:cs="Arial"/>
          <w:b/>
          <w:szCs w:val="22"/>
        </w:rPr>
        <w:t>OL-POR-A.2102</w:t>
      </w:r>
      <w:r w:rsidR="00C61915">
        <w:rPr>
          <w:rFonts w:cs="Arial"/>
          <w:b/>
          <w:szCs w:val="22"/>
        </w:rPr>
        <w:t>.28.2025</w:t>
      </w:r>
      <w:r w:rsidR="002B1B98">
        <w:rPr>
          <w:rFonts w:cs="Arial"/>
          <w:b/>
          <w:szCs w:val="22"/>
        </w:rPr>
        <w:t>.</w:t>
      </w:r>
    </w:p>
    <w:p w14:paraId="101825FA" w14:textId="77777777" w:rsidR="00A115F6" w:rsidRDefault="00A115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</w:p>
    <w:p w14:paraId="01A80F35" w14:textId="4556D822" w:rsidR="005A23F6" w:rsidRDefault="00A115F6" w:rsidP="002B1B98">
      <w:pPr>
        <w:tabs>
          <w:tab w:val="left" w:pos="2490"/>
        </w:tabs>
        <w:ind w:left="284" w:hanging="284"/>
        <w:rPr>
          <w:rFonts w:cs="Arial"/>
          <w:b/>
          <w:szCs w:val="22"/>
        </w:rPr>
      </w:pPr>
      <w:r w:rsidRPr="00A115F6">
        <w:rPr>
          <w:rFonts w:cs="Arial"/>
          <w:szCs w:val="22"/>
        </w:rPr>
        <w:t>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 xml:space="preserve">Akceptuję warunki udziału w postępowaniu oraz składam ofertę na zakup samochodu </w:t>
      </w:r>
      <w:r>
        <w:rPr>
          <w:rFonts w:cs="Arial"/>
          <w:szCs w:val="22"/>
        </w:rPr>
        <w:t xml:space="preserve">   </w:t>
      </w:r>
      <w:r w:rsidR="005A23F6" w:rsidRPr="00A115F6">
        <w:rPr>
          <w:rFonts w:cs="Arial"/>
          <w:szCs w:val="22"/>
        </w:rPr>
        <w:t xml:space="preserve">używanego, osobowego </w:t>
      </w:r>
      <w:r w:rsidR="005A23F6" w:rsidRPr="00A115F6">
        <w:rPr>
          <w:rFonts w:cs="Arial"/>
          <w:b/>
          <w:szCs w:val="22"/>
        </w:rPr>
        <w:t xml:space="preserve">Hyundai </w:t>
      </w:r>
      <w:proofErr w:type="spellStart"/>
      <w:r w:rsidR="005A23F6" w:rsidRPr="00A115F6">
        <w:rPr>
          <w:rFonts w:cs="Arial"/>
          <w:b/>
          <w:szCs w:val="22"/>
        </w:rPr>
        <w:t>Elantra</w:t>
      </w:r>
      <w:proofErr w:type="spellEnd"/>
      <w:r w:rsidR="005A23F6" w:rsidRPr="00A115F6">
        <w:rPr>
          <w:rFonts w:cs="Arial"/>
          <w:b/>
          <w:szCs w:val="22"/>
        </w:rPr>
        <w:t>:</w:t>
      </w:r>
    </w:p>
    <w:p w14:paraId="2FAE63F9" w14:textId="77777777" w:rsidR="002B1B98" w:rsidRPr="00A115F6" w:rsidRDefault="002B1B98" w:rsidP="002B1B98">
      <w:pPr>
        <w:tabs>
          <w:tab w:val="left" w:pos="2490"/>
        </w:tabs>
        <w:ind w:left="284" w:hanging="284"/>
        <w:rPr>
          <w:rFonts w:cs="Arial"/>
          <w:szCs w:val="22"/>
        </w:rPr>
      </w:pPr>
    </w:p>
    <w:p w14:paraId="2F1F4E82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 xml:space="preserve">numer rejestracyjny: </w:t>
      </w:r>
      <w:r w:rsidRPr="00DD05D6">
        <w:rPr>
          <w:rFonts w:cs="Arial"/>
          <w:b/>
          <w:bCs/>
          <w:szCs w:val="22"/>
        </w:rPr>
        <w:t>NO 2099S;</w:t>
      </w:r>
    </w:p>
    <w:p w14:paraId="5F1396AF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nr nadwozia (VIN) KMHD841CAJU680222;</w:t>
      </w:r>
    </w:p>
    <w:p w14:paraId="0D88A007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rok produkcji: 2018;</w:t>
      </w:r>
    </w:p>
    <w:p w14:paraId="4D6FE7F6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silnik benzynowy;</w:t>
      </w:r>
    </w:p>
    <w:p w14:paraId="5922A3C7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pojemność silnika: 1591 cm3;</w:t>
      </w:r>
    </w:p>
    <w:p w14:paraId="20F1FA36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moc silnika: 128 KM;</w:t>
      </w:r>
    </w:p>
    <w:p w14:paraId="7E18B930" w14:textId="77777777" w:rsidR="00DD05D6" w:rsidRPr="00DD05D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przebieg: 226970 km;</w:t>
      </w:r>
    </w:p>
    <w:p w14:paraId="42BF9045" w14:textId="158562E5" w:rsidR="005A23F6" w:rsidRPr="005A23F6" w:rsidRDefault="00DD05D6" w:rsidP="00DD05D6">
      <w:pPr>
        <w:tabs>
          <w:tab w:val="left" w:pos="993"/>
        </w:tabs>
        <w:ind w:left="426"/>
        <w:rPr>
          <w:rFonts w:cs="Arial"/>
          <w:szCs w:val="22"/>
        </w:rPr>
      </w:pPr>
      <w:r w:rsidRPr="00DD05D6">
        <w:rPr>
          <w:rFonts w:cs="Arial"/>
          <w:szCs w:val="22"/>
        </w:rPr>
        <w:t>−</w:t>
      </w:r>
      <w:r w:rsidRPr="00DD05D6">
        <w:rPr>
          <w:rFonts w:cs="Arial"/>
          <w:szCs w:val="22"/>
        </w:rPr>
        <w:tab/>
        <w:t>skrzynia biegów: manualna;</w:t>
      </w:r>
    </w:p>
    <w:p w14:paraId="3A283100" w14:textId="77777777" w:rsidR="00DD05D6" w:rsidRDefault="00DD05D6" w:rsidP="00D33A96">
      <w:pPr>
        <w:tabs>
          <w:tab w:val="left" w:pos="2490"/>
        </w:tabs>
        <w:rPr>
          <w:rFonts w:cs="Arial"/>
          <w:szCs w:val="22"/>
        </w:rPr>
      </w:pPr>
    </w:p>
    <w:p w14:paraId="4A0E7358" w14:textId="49B1842B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za kwotę brutto …………………………………… zł</w:t>
      </w:r>
    </w:p>
    <w:p w14:paraId="276BCD5D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6DB22CD1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(słownie:…………………………………………………………………………………………</w:t>
      </w:r>
      <w:r>
        <w:rPr>
          <w:rFonts w:cs="Arial"/>
          <w:szCs w:val="22"/>
        </w:rPr>
        <w:t>……….</w:t>
      </w:r>
    </w:p>
    <w:p w14:paraId="676E4B6E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0D509E6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</w:t>
      </w:r>
      <w:r>
        <w:rPr>
          <w:rFonts w:cs="Arial"/>
          <w:szCs w:val="22"/>
        </w:rPr>
        <w:t>………..</w:t>
      </w:r>
      <w:r w:rsidRPr="005A23F6">
        <w:rPr>
          <w:rFonts w:cs="Arial"/>
          <w:szCs w:val="22"/>
        </w:rPr>
        <w:t>……….)</w:t>
      </w:r>
    </w:p>
    <w:p w14:paraId="68D93D97" w14:textId="77777777" w:rsid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7387F44A" w14:textId="3A66374D" w:rsidR="005A23F6" w:rsidRPr="00A115F6" w:rsidRDefault="00A115F6" w:rsidP="00D33A96">
      <w:pPr>
        <w:tabs>
          <w:tab w:val="left" w:pos="2490"/>
        </w:tabs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III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 </w:t>
      </w:r>
      <w:r w:rsidR="005A23F6" w:rsidRPr="00A115F6">
        <w:rPr>
          <w:rFonts w:cs="Arial"/>
          <w:szCs w:val="22"/>
        </w:rPr>
        <w:t xml:space="preserve">Oświadczam, że zaoferowaną kwotę, pomniejszoną o wniesioną kwotę wadium wpłacę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w terminie nie dłuższym niż 7 dni od daty zawarcia umowy na wskazane</w:t>
      </w:r>
      <w:r w:rsidRPr="00A115F6">
        <w:rPr>
          <w:rFonts w:cs="Arial"/>
          <w:szCs w:val="22"/>
        </w:rPr>
        <w:t xml:space="preserve"> w umowie</w:t>
      </w:r>
      <w:r w:rsidR="005A23F6" w:rsidRPr="00A115F6">
        <w:rPr>
          <w:rFonts w:cs="Arial"/>
          <w:szCs w:val="22"/>
        </w:rPr>
        <w:t xml:space="preserve"> konto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bankowe.</w:t>
      </w:r>
    </w:p>
    <w:p w14:paraId="41B3B6E4" w14:textId="77777777" w:rsid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</w:p>
    <w:p w14:paraId="267C13FC" w14:textId="77777777" w:rsidR="005A23F6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lastRenderedPageBreak/>
        <w:t>I</w:t>
      </w:r>
      <w:r w:rsidR="005A23F6">
        <w:rPr>
          <w:rFonts w:cs="Arial"/>
          <w:szCs w:val="22"/>
        </w:rPr>
        <w:t xml:space="preserve">V. </w:t>
      </w:r>
      <w:r w:rsidR="005A23F6">
        <w:rPr>
          <w:rFonts w:cs="Arial"/>
          <w:szCs w:val="22"/>
        </w:rPr>
        <w:tab/>
      </w:r>
      <w:r w:rsidR="005A23F6" w:rsidRPr="005A23F6">
        <w:rPr>
          <w:rFonts w:cs="Arial"/>
          <w:szCs w:val="22"/>
        </w:rPr>
        <w:t>Oświadczam, że zapoznałem/(łam) się ze stanem pojazdu, przyjmuję go bez zastrzeżeń i nie będę wnosił/(a) w przyszłości żadnych roszczeń i pretensji związanych ze stanem pojazdu.</w:t>
      </w:r>
    </w:p>
    <w:p w14:paraId="01176525" w14:textId="77777777" w:rsidR="00D33F11" w:rsidRP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98FF190" w14:textId="77777777" w:rsidR="005A23F6" w:rsidRPr="005A23F6" w:rsidRDefault="00A115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3258F6">
        <w:rPr>
          <w:rFonts w:cs="Arial"/>
          <w:szCs w:val="22"/>
        </w:rPr>
        <w:t>.</w:t>
      </w:r>
      <w:r w:rsidR="005A23F6" w:rsidRPr="005A23F6">
        <w:rPr>
          <w:rFonts w:cs="Arial"/>
          <w:szCs w:val="22"/>
        </w:rPr>
        <w:tab/>
        <w:t>Oświadczam, że ponoszę odpowiedzialność za skutki wyni</w:t>
      </w:r>
      <w:r w:rsidR="005A23F6">
        <w:rPr>
          <w:rFonts w:cs="Arial"/>
          <w:szCs w:val="22"/>
        </w:rPr>
        <w:t>kające z rezygnacji</w:t>
      </w:r>
      <w:r w:rsidR="005A23F6" w:rsidRPr="005A23F6">
        <w:rPr>
          <w:rFonts w:cs="Arial"/>
          <w:szCs w:val="22"/>
        </w:rPr>
        <w:t xml:space="preserve"> z oględzin przedmiotu przetargu (w przypadku gdy oferent zrezygnował z oględzin samochodu przed złożeniem oferty).</w:t>
      </w:r>
    </w:p>
    <w:p w14:paraId="22331933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1D5A908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VI.</w:t>
      </w:r>
      <w:r w:rsidRPr="005A23F6">
        <w:rPr>
          <w:rFonts w:cs="Arial"/>
          <w:szCs w:val="22"/>
        </w:rPr>
        <w:tab/>
        <w:t>Oświadczam, że w przypadku wyboru mojej oferty zobowiązuję się do zawarcia umowy sprzedaży samochodu w terminie i miejscu wskazany</w:t>
      </w:r>
      <w:r>
        <w:rPr>
          <w:rFonts w:cs="Arial"/>
          <w:szCs w:val="22"/>
        </w:rPr>
        <w:t>m przez organizatora przetargu, a </w:t>
      </w:r>
      <w:r w:rsidRPr="005A23F6">
        <w:rPr>
          <w:rFonts w:cs="Arial"/>
          <w:szCs w:val="22"/>
        </w:rPr>
        <w:t>także do pokrycia wszelkich kosztów i opłat związanych z nabyciem przedmiotu umowy sprzedaży, w tym do zapłaty podatku od czynności cywilnoprawnych.</w:t>
      </w:r>
    </w:p>
    <w:p w14:paraId="366713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2B6CEFD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VII.</w:t>
      </w:r>
      <w:r w:rsidRPr="005A23F6">
        <w:rPr>
          <w:rFonts w:cs="Arial"/>
          <w:szCs w:val="22"/>
        </w:rPr>
        <w:tab/>
        <w:t>Na  potwierdzenie  udziału  w  przetargu  wniosłem/(</w:t>
      </w:r>
      <w:proofErr w:type="spellStart"/>
      <w:r w:rsidRPr="005A23F6">
        <w:rPr>
          <w:rFonts w:cs="Arial"/>
          <w:szCs w:val="22"/>
        </w:rPr>
        <w:t>am</w:t>
      </w:r>
      <w:proofErr w:type="spellEnd"/>
      <w:r w:rsidRPr="005A23F6">
        <w:rPr>
          <w:rFonts w:cs="Arial"/>
          <w:szCs w:val="22"/>
        </w:rPr>
        <w:t>)  wadium  w  wysokości …….…………….  zł  przelewem  na  konto organizatora przetargu.</w:t>
      </w:r>
    </w:p>
    <w:p w14:paraId="0D39A4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771786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VIII.</w:t>
      </w:r>
      <w:r w:rsidRPr="005A23F6">
        <w:rPr>
          <w:rFonts w:cs="Arial"/>
          <w:szCs w:val="22"/>
        </w:rPr>
        <w:tab/>
        <w:t>Wyrażam zgodę, aby w przypadku wyboru mojej oferty, kwota wadium została zaliczona na poczet ceny nabycia samochodu.</w:t>
      </w:r>
    </w:p>
    <w:p w14:paraId="57257C95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5429468E" w14:textId="7E6462C8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IX.</w:t>
      </w:r>
      <w:r w:rsidRPr="005A23F6">
        <w:rPr>
          <w:rFonts w:cs="Arial"/>
          <w:szCs w:val="22"/>
        </w:rPr>
        <w:tab/>
        <w:t>Zwrotu wpłaconego p</w:t>
      </w:r>
      <w:r w:rsidR="00A115F6">
        <w:rPr>
          <w:rFonts w:cs="Arial"/>
          <w:szCs w:val="22"/>
        </w:rPr>
        <w:t xml:space="preserve">rzeze mnie wadium należy </w:t>
      </w:r>
      <w:r w:rsidR="00A115F6" w:rsidRPr="005A23F6">
        <w:rPr>
          <w:rFonts w:cs="Arial"/>
          <w:szCs w:val="22"/>
        </w:rPr>
        <w:t>zwrócić na rachunek prowadzony w banku</w:t>
      </w:r>
      <w:r w:rsidRPr="005A23F6">
        <w:rPr>
          <w:rFonts w:cs="Arial"/>
          <w:szCs w:val="22"/>
        </w:rPr>
        <w:t>:</w:t>
      </w:r>
    </w:p>
    <w:p w14:paraId="4E849B0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>(dot. oferentów, których oferty nie zostały wybrane lub zostały odrzucone)</w:t>
      </w:r>
    </w:p>
    <w:p w14:paraId="503CA639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41C1BF82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40DCC028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……………………………………………………………………………………………………</w:t>
      </w:r>
      <w:r>
        <w:rPr>
          <w:rFonts w:cs="Arial"/>
          <w:szCs w:val="22"/>
        </w:rPr>
        <w:t>………</w:t>
      </w:r>
    </w:p>
    <w:p w14:paraId="6FC4A7E1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66694B6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nr konta:</w:t>
      </w:r>
    </w:p>
    <w:p w14:paraId="707EF1E7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5113274C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</w:t>
      </w:r>
      <w:r>
        <w:rPr>
          <w:rFonts w:cs="Arial"/>
          <w:szCs w:val="22"/>
        </w:rPr>
        <w:t>………………</w:t>
      </w:r>
    </w:p>
    <w:p w14:paraId="66D77C87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2"/>
          <w:szCs w:val="12"/>
        </w:rPr>
      </w:pPr>
    </w:p>
    <w:p w14:paraId="73D132C9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3B9650DD" w14:textId="77777777" w:rsidR="005A23F6" w:rsidRPr="005A23F6" w:rsidRDefault="005A23F6" w:rsidP="005A23F6">
      <w:pPr>
        <w:tabs>
          <w:tab w:val="left" w:pos="2490"/>
        </w:tabs>
        <w:ind w:left="567"/>
        <w:rPr>
          <w:rFonts w:cs="Arial"/>
          <w:szCs w:val="22"/>
        </w:rPr>
      </w:pPr>
      <w:r w:rsidRPr="005A23F6">
        <w:rPr>
          <w:rFonts w:cs="Arial"/>
          <w:szCs w:val="22"/>
        </w:rPr>
        <w:t>Jestem świadomy/(a), że gdyby z mojej winy nie doszło do zawarcia umowy, wniesione przeze mnie wadium ulega przepadkowi.</w:t>
      </w:r>
    </w:p>
    <w:p w14:paraId="10A91444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417B305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1.</w:t>
      </w:r>
      <w:r w:rsidRPr="005A23F6">
        <w:rPr>
          <w:rFonts w:cs="Arial"/>
          <w:szCs w:val="22"/>
        </w:rPr>
        <w:tab/>
        <w:t>Oświadczam/y, że wypełniłem obowiązki informacyjne przewidziane w art. 13 lub art. 14 RODO</w:t>
      </w:r>
      <w:r>
        <w:rPr>
          <w:rFonts w:cs="Arial"/>
          <w:szCs w:val="22"/>
          <w:vertAlign w:val="superscript"/>
        </w:rPr>
        <w:t>1)</w:t>
      </w:r>
      <w:r>
        <w:rPr>
          <w:rFonts w:cs="Arial"/>
          <w:szCs w:val="22"/>
        </w:rPr>
        <w:t xml:space="preserve"> </w:t>
      </w:r>
      <w:r w:rsidRPr="005A23F6">
        <w:rPr>
          <w:rFonts w:cs="Arial"/>
          <w:szCs w:val="22"/>
        </w:rPr>
        <w:t>wobec osób fizycznych, od których dane os</w:t>
      </w:r>
      <w:r>
        <w:rPr>
          <w:rFonts w:cs="Arial"/>
          <w:szCs w:val="22"/>
        </w:rPr>
        <w:t>obowe bezpośrednio</w:t>
      </w:r>
      <w:r w:rsidRPr="005A23F6">
        <w:rPr>
          <w:rFonts w:cs="Arial"/>
          <w:szCs w:val="22"/>
        </w:rPr>
        <w:t xml:space="preserve"> lub pośrednio pozyskałem w celu złożenia oferty w niniejszym postępowani</w:t>
      </w:r>
      <w:r>
        <w:rPr>
          <w:rFonts w:cs="Arial"/>
          <w:szCs w:val="22"/>
        </w:rPr>
        <w:t>u</w:t>
      </w:r>
      <w:r>
        <w:rPr>
          <w:rFonts w:cs="Arial"/>
          <w:szCs w:val="22"/>
          <w:vertAlign w:val="superscript"/>
        </w:rPr>
        <w:t>2</w:t>
      </w:r>
      <w:r w:rsidRPr="005A23F6">
        <w:rPr>
          <w:rFonts w:cs="Arial"/>
          <w:szCs w:val="22"/>
          <w:vertAlign w:val="superscript"/>
        </w:rPr>
        <w:t>)</w:t>
      </w:r>
      <w:r w:rsidRPr="005A23F6">
        <w:rPr>
          <w:rFonts w:cs="Arial"/>
          <w:szCs w:val="22"/>
        </w:rPr>
        <w:t>.</w:t>
      </w:r>
    </w:p>
    <w:p w14:paraId="2DFA904A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007E251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2611A9B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2465179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3EB077E4" w14:textId="77777777" w:rsidR="00D33F11" w:rsidRPr="005A23F6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12F44AC2" w14:textId="77777777" w:rsidR="005A23F6" w:rsidRPr="005A23F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</w:t>
      </w:r>
    </w:p>
    <w:p w14:paraId="40E4C1A7" w14:textId="77777777" w:rsidR="005A23F6" w:rsidRPr="005A23F6" w:rsidRDefault="005A23F6" w:rsidP="005A23F6">
      <w:pPr>
        <w:tabs>
          <w:tab w:val="left" w:pos="2490"/>
        </w:tabs>
        <w:ind w:left="283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 xml:space="preserve">Data, podpis umocowanego przedstawiciela oferenta, pieczątka     </w:t>
      </w:r>
      <w:r>
        <w:rPr>
          <w:rFonts w:cs="Arial"/>
          <w:sz w:val="18"/>
          <w:szCs w:val="18"/>
        </w:rPr>
        <w:br/>
        <w:t xml:space="preserve">                          </w:t>
      </w:r>
      <w:r w:rsidRPr="005A23F6">
        <w:rPr>
          <w:rFonts w:cs="Arial"/>
          <w:sz w:val="18"/>
          <w:szCs w:val="18"/>
        </w:rPr>
        <w:t>(w przypadku firmy) lub czytelny podpis osoby fizycznej</w:t>
      </w:r>
    </w:p>
    <w:p w14:paraId="22E600F5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BF6FF2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073698EB" w14:textId="0496707B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4B00EB05" w14:textId="77777777" w:rsidR="00C04AAE" w:rsidRPr="005A23F6" w:rsidRDefault="00C04AAE" w:rsidP="005A23F6">
      <w:pPr>
        <w:tabs>
          <w:tab w:val="left" w:pos="2490"/>
        </w:tabs>
        <w:rPr>
          <w:rFonts w:cs="Arial"/>
          <w:szCs w:val="22"/>
        </w:rPr>
      </w:pPr>
    </w:p>
    <w:p w14:paraId="5495288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34152" wp14:editId="467DE0C6">
                <wp:simplePos x="0" y="0"/>
                <wp:positionH relativeFrom="column">
                  <wp:posOffset>43815</wp:posOffset>
                </wp:positionH>
                <wp:positionV relativeFrom="paragraph">
                  <wp:posOffset>48896</wp:posOffset>
                </wp:positionV>
                <wp:extent cx="1952625" cy="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DA0D1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3.85pt" to="157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" strokecolor="black [3213]"/>
            </w:pict>
          </mc:Fallback>
        </mc:AlternateContent>
      </w:r>
    </w:p>
    <w:p w14:paraId="794126AC" w14:textId="77777777" w:rsidR="005A23F6" w:rsidRPr="005A23F6" w:rsidRDefault="005A23F6" w:rsidP="00094A0D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 w:val="18"/>
          <w:szCs w:val="18"/>
        </w:rPr>
        <w:t xml:space="preserve">Rozporządzenie </w:t>
      </w:r>
      <w:r w:rsidR="00094A0D" w:rsidRPr="00094A0D">
        <w:rPr>
          <w:rFonts w:cs="Arial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1, ze zmianami og</w:t>
      </w:r>
      <w:r w:rsidR="00D33F11">
        <w:rPr>
          <w:rFonts w:cs="Arial"/>
          <w:sz w:val="18"/>
          <w:szCs w:val="18"/>
        </w:rPr>
        <w:t>łoszonymi w Dz. Urz. UE L 127 z </w:t>
      </w:r>
      <w:r w:rsidR="00094A0D" w:rsidRPr="00094A0D">
        <w:rPr>
          <w:rFonts w:cs="Arial"/>
          <w:sz w:val="18"/>
          <w:szCs w:val="18"/>
        </w:rPr>
        <w:t>23.05.2018, str. 2, oraz w Dz. Urz. UE L 74 z 04.03.2021, str. 35).</w:t>
      </w:r>
    </w:p>
    <w:p w14:paraId="53758DF1" w14:textId="77777777" w:rsidR="00B04B41" w:rsidRPr="005A23F6" w:rsidRDefault="005A23F6" w:rsidP="005A23F6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 w:val="18"/>
          <w:szCs w:val="18"/>
        </w:rPr>
      </w:pPr>
      <w:r w:rsidRPr="005A23F6">
        <w:rPr>
          <w:rFonts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>
        <w:rPr>
          <w:rFonts w:cs="Arial"/>
          <w:sz w:val="18"/>
          <w:szCs w:val="18"/>
        </w:rPr>
        <w:t> </w:t>
      </w:r>
      <w:r w:rsidRPr="005A23F6">
        <w:rPr>
          <w:rFonts w:cs="Arial"/>
          <w:sz w:val="18"/>
          <w:szCs w:val="18"/>
        </w:rPr>
        <w:t>przez jego wykreślenie).</w:t>
      </w:r>
    </w:p>
    <w:sectPr w:rsidR="00B04B41" w:rsidRPr="005A23F6" w:rsidSect="00C04AAE">
      <w:headerReference w:type="default" r:id="rId12"/>
      <w:footerReference w:type="first" r:id="rId13"/>
      <w:pgSz w:w="11906" w:h="16838" w:code="9"/>
      <w:pgMar w:top="993" w:right="1134" w:bottom="851" w:left="1701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2DEA" w14:textId="77777777" w:rsidR="00AC38FD" w:rsidRDefault="00AC38FD">
      <w:r>
        <w:separator/>
      </w:r>
    </w:p>
  </w:endnote>
  <w:endnote w:type="continuationSeparator" w:id="0">
    <w:p w14:paraId="04BD2D0C" w14:textId="77777777" w:rsidR="00AC38FD" w:rsidRDefault="00AC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149C" w14:textId="77777777" w:rsidR="00150724" w:rsidRDefault="00761009" w:rsidP="00691245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D007" w14:textId="77777777" w:rsidR="00AC38FD" w:rsidRDefault="00AC38FD">
      <w:r>
        <w:separator/>
      </w:r>
    </w:p>
  </w:footnote>
  <w:footnote w:type="continuationSeparator" w:id="0">
    <w:p w14:paraId="7E84CD5F" w14:textId="77777777" w:rsidR="00AC38FD" w:rsidRDefault="00AC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590935"/>
      <w:docPartObj>
        <w:docPartGallery w:val="Page Numbers (Top of Page)"/>
        <w:docPartUnique/>
      </w:docPartObj>
    </w:sdtPr>
    <w:sdtEndPr/>
    <w:sdtContent>
      <w:p w14:paraId="73E5A33D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E2">
          <w:rPr>
            <w:noProof/>
          </w:rPr>
          <w:t>2</w:t>
        </w:r>
        <w:r>
          <w:fldChar w:fldCharType="end"/>
        </w:r>
      </w:p>
    </w:sdtContent>
  </w:sdt>
  <w:p w14:paraId="4BB44782" w14:textId="77777777" w:rsidR="00D8705A" w:rsidRDefault="00D870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FDE"/>
    <w:multiLevelType w:val="hybridMultilevel"/>
    <w:tmpl w:val="34306842"/>
    <w:lvl w:ilvl="0" w:tplc="3716D8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C6E39"/>
    <w:multiLevelType w:val="hybridMultilevel"/>
    <w:tmpl w:val="98D6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D35"/>
    <w:multiLevelType w:val="hybridMultilevel"/>
    <w:tmpl w:val="56821C12"/>
    <w:lvl w:ilvl="0" w:tplc="6D4214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92475E"/>
    <w:multiLevelType w:val="hybridMultilevel"/>
    <w:tmpl w:val="650AA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04807"/>
    <w:rsid w:val="00010E74"/>
    <w:rsid w:val="00022F5C"/>
    <w:rsid w:val="000338F7"/>
    <w:rsid w:val="00045254"/>
    <w:rsid w:val="00047345"/>
    <w:rsid w:val="00055224"/>
    <w:rsid w:val="00073FE1"/>
    <w:rsid w:val="00081FDC"/>
    <w:rsid w:val="000853EA"/>
    <w:rsid w:val="000915CB"/>
    <w:rsid w:val="00094A0D"/>
    <w:rsid w:val="000A0BB6"/>
    <w:rsid w:val="000A12DD"/>
    <w:rsid w:val="000B3082"/>
    <w:rsid w:val="000B59ED"/>
    <w:rsid w:val="000C2298"/>
    <w:rsid w:val="000D545D"/>
    <w:rsid w:val="000E5123"/>
    <w:rsid w:val="00100C18"/>
    <w:rsid w:val="001125FC"/>
    <w:rsid w:val="0011675B"/>
    <w:rsid w:val="00117497"/>
    <w:rsid w:val="0012051D"/>
    <w:rsid w:val="00135DF1"/>
    <w:rsid w:val="00151F0C"/>
    <w:rsid w:val="00161C6A"/>
    <w:rsid w:val="00163CDE"/>
    <w:rsid w:val="00181FCA"/>
    <w:rsid w:val="0018335D"/>
    <w:rsid w:val="00195D88"/>
    <w:rsid w:val="001A4E57"/>
    <w:rsid w:val="001A6E55"/>
    <w:rsid w:val="001C2A72"/>
    <w:rsid w:val="001C6188"/>
    <w:rsid w:val="001D10CD"/>
    <w:rsid w:val="001D5EB1"/>
    <w:rsid w:val="001E15C6"/>
    <w:rsid w:val="001E4255"/>
    <w:rsid w:val="001E5188"/>
    <w:rsid w:val="001E5856"/>
    <w:rsid w:val="001E5DCF"/>
    <w:rsid w:val="001F111C"/>
    <w:rsid w:val="001F2217"/>
    <w:rsid w:val="0021219C"/>
    <w:rsid w:val="00222C54"/>
    <w:rsid w:val="00223259"/>
    <w:rsid w:val="002232BC"/>
    <w:rsid w:val="00233A60"/>
    <w:rsid w:val="0025162F"/>
    <w:rsid w:val="00295DB3"/>
    <w:rsid w:val="002B1B98"/>
    <w:rsid w:val="002B4BEF"/>
    <w:rsid w:val="002C057A"/>
    <w:rsid w:val="002C4845"/>
    <w:rsid w:val="002D4F85"/>
    <w:rsid w:val="002D735E"/>
    <w:rsid w:val="002E7207"/>
    <w:rsid w:val="00302D8D"/>
    <w:rsid w:val="00302FC9"/>
    <w:rsid w:val="003258F6"/>
    <w:rsid w:val="00331300"/>
    <w:rsid w:val="00375143"/>
    <w:rsid w:val="003B03BA"/>
    <w:rsid w:val="003C3D34"/>
    <w:rsid w:val="003D726C"/>
    <w:rsid w:val="003E5733"/>
    <w:rsid w:val="003F1CD0"/>
    <w:rsid w:val="00401B9E"/>
    <w:rsid w:val="00411799"/>
    <w:rsid w:val="00416B56"/>
    <w:rsid w:val="0041776B"/>
    <w:rsid w:val="0042778A"/>
    <w:rsid w:val="00443EA7"/>
    <w:rsid w:val="00451D6D"/>
    <w:rsid w:val="004555FF"/>
    <w:rsid w:val="00455DFC"/>
    <w:rsid w:val="00475139"/>
    <w:rsid w:val="00484752"/>
    <w:rsid w:val="00485DD8"/>
    <w:rsid w:val="00495D4D"/>
    <w:rsid w:val="004B1CB9"/>
    <w:rsid w:val="004B1E24"/>
    <w:rsid w:val="004D7DA9"/>
    <w:rsid w:val="004F5630"/>
    <w:rsid w:val="005219A7"/>
    <w:rsid w:val="005521C7"/>
    <w:rsid w:val="005611B9"/>
    <w:rsid w:val="0056427C"/>
    <w:rsid w:val="005745A5"/>
    <w:rsid w:val="00580937"/>
    <w:rsid w:val="0059449E"/>
    <w:rsid w:val="005A23F6"/>
    <w:rsid w:val="005B3572"/>
    <w:rsid w:val="005B7F1C"/>
    <w:rsid w:val="005C2403"/>
    <w:rsid w:val="005F002A"/>
    <w:rsid w:val="005F35EA"/>
    <w:rsid w:val="00624A74"/>
    <w:rsid w:val="0063534A"/>
    <w:rsid w:val="00642F8D"/>
    <w:rsid w:val="0065567D"/>
    <w:rsid w:val="0066469A"/>
    <w:rsid w:val="00690AA6"/>
    <w:rsid w:val="00691245"/>
    <w:rsid w:val="006945C4"/>
    <w:rsid w:val="006B56CF"/>
    <w:rsid w:val="006C3F86"/>
    <w:rsid w:val="006C4206"/>
    <w:rsid w:val="006E286F"/>
    <w:rsid w:val="00710B36"/>
    <w:rsid w:val="00761009"/>
    <w:rsid w:val="0076586F"/>
    <w:rsid w:val="007717E8"/>
    <w:rsid w:val="007A64AD"/>
    <w:rsid w:val="007A6E6A"/>
    <w:rsid w:val="007B0270"/>
    <w:rsid w:val="007E705A"/>
    <w:rsid w:val="007F3226"/>
    <w:rsid w:val="007F54B8"/>
    <w:rsid w:val="008200E8"/>
    <w:rsid w:val="008214EC"/>
    <w:rsid w:val="008375E6"/>
    <w:rsid w:val="008570C9"/>
    <w:rsid w:val="008655E9"/>
    <w:rsid w:val="00867138"/>
    <w:rsid w:val="008734FF"/>
    <w:rsid w:val="008828D2"/>
    <w:rsid w:val="00891981"/>
    <w:rsid w:val="008B1891"/>
    <w:rsid w:val="008C3C64"/>
    <w:rsid w:val="008D1437"/>
    <w:rsid w:val="008D3BEA"/>
    <w:rsid w:val="008E62BA"/>
    <w:rsid w:val="008F32C7"/>
    <w:rsid w:val="008F3870"/>
    <w:rsid w:val="00925485"/>
    <w:rsid w:val="00945021"/>
    <w:rsid w:val="00946796"/>
    <w:rsid w:val="00951A56"/>
    <w:rsid w:val="00952BEB"/>
    <w:rsid w:val="009827E5"/>
    <w:rsid w:val="009979E5"/>
    <w:rsid w:val="009D6ABE"/>
    <w:rsid w:val="009E66F7"/>
    <w:rsid w:val="009F5627"/>
    <w:rsid w:val="00A115F6"/>
    <w:rsid w:val="00A145D3"/>
    <w:rsid w:val="00A56D60"/>
    <w:rsid w:val="00A70D69"/>
    <w:rsid w:val="00A76DBD"/>
    <w:rsid w:val="00A932EA"/>
    <w:rsid w:val="00A947D8"/>
    <w:rsid w:val="00AC38FD"/>
    <w:rsid w:val="00AD094F"/>
    <w:rsid w:val="00AD56E4"/>
    <w:rsid w:val="00B03867"/>
    <w:rsid w:val="00B04B41"/>
    <w:rsid w:val="00B1361B"/>
    <w:rsid w:val="00B32F9A"/>
    <w:rsid w:val="00B40F67"/>
    <w:rsid w:val="00B443EC"/>
    <w:rsid w:val="00B51880"/>
    <w:rsid w:val="00B763E3"/>
    <w:rsid w:val="00B86274"/>
    <w:rsid w:val="00B942D3"/>
    <w:rsid w:val="00B94C30"/>
    <w:rsid w:val="00B9721C"/>
    <w:rsid w:val="00BB2DE3"/>
    <w:rsid w:val="00BB72A9"/>
    <w:rsid w:val="00BC5C9C"/>
    <w:rsid w:val="00BD3BBE"/>
    <w:rsid w:val="00BD3F82"/>
    <w:rsid w:val="00C04AAE"/>
    <w:rsid w:val="00C061CA"/>
    <w:rsid w:val="00C113D1"/>
    <w:rsid w:val="00C23E8A"/>
    <w:rsid w:val="00C25D03"/>
    <w:rsid w:val="00C34CA5"/>
    <w:rsid w:val="00C45837"/>
    <w:rsid w:val="00C61915"/>
    <w:rsid w:val="00C76A89"/>
    <w:rsid w:val="00C8397F"/>
    <w:rsid w:val="00CC19AC"/>
    <w:rsid w:val="00CE07EF"/>
    <w:rsid w:val="00CE5458"/>
    <w:rsid w:val="00CF1406"/>
    <w:rsid w:val="00CF40F8"/>
    <w:rsid w:val="00CF6B74"/>
    <w:rsid w:val="00D013F9"/>
    <w:rsid w:val="00D03B3C"/>
    <w:rsid w:val="00D12377"/>
    <w:rsid w:val="00D17152"/>
    <w:rsid w:val="00D27B16"/>
    <w:rsid w:val="00D33A96"/>
    <w:rsid w:val="00D33F11"/>
    <w:rsid w:val="00D43E6C"/>
    <w:rsid w:val="00D44322"/>
    <w:rsid w:val="00D51155"/>
    <w:rsid w:val="00D521D4"/>
    <w:rsid w:val="00D8705A"/>
    <w:rsid w:val="00D90DF5"/>
    <w:rsid w:val="00D92440"/>
    <w:rsid w:val="00D95C00"/>
    <w:rsid w:val="00DA2989"/>
    <w:rsid w:val="00DD05D6"/>
    <w:rsid w:val="00DE26A1"/>
    <w:rsid w:val="00E22B9A"/>
    <w:rsid w:val="00E77F38"/>
    <w:rsid w:val="00E83CE7"/>
    <w:rsid w:val="00E842B3"/>
    <w:rsid w:val="00E84A06"/>
    <w:rsid w:val="00E9261F"/>
    <w:rsid w:val="00EA16F8"/>
    <w:rsid w:val="00EA63FD"/>
    <w:rsid w:val="00EB6E59"/>
    <w:rsid w:val="00EE7EB5"/>
    <w:rsid w:val="00F029E2"/>
    <w:rsid w:val="00F07019"/>
    <w:rsid w:val="00F12DD4"/>
    <w:rsid w:val="00F2652B"/>
    <w:rsid w:val="00F30685"/>
    <w:rsid w:val="00F75773"/>
    <w:rsid w:val="00F8446D"/>
    <w:rsid w:val="00FB06E4"/>
    <w:rsid w:val="00FC53C2"/>
    <w:rsid w:val="00FC67A3"/>
    <w:rsid w:val="00FD01DB"/>
    <w:rsid w:val="00FD373B"/>
    <w:rsid w:val="00FD71EB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E2149"/>
  <w15:docId w15:val="{954E1573-DB54-4B3D-850D-22039324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009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61009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761009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761009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  <w:rsid w:val="0076100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761009"/>
  </w:style>
  <w:style w:type="paragraph" w:styleId="Nagwek">
    <w:name w:val="header"/>
    <w:basedOn w:val="Normalny"/>
    <w:link w:val="NagwekZnak"/>
    <w:uiPriority w:val="99"/>
    <w:rsid w:val="007610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009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7610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1009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6100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61009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1009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61009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761009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761009"/>
    <w:pPr>
      <w:ind w:left="425" w:hanging="425"/>
    </w:pPr>
  </w:style>
  <w:style w:type="paragraph" w:customStyle="1" w:styleId="Aduzasadnienie">
    <w:name w:val="Ad_uzasadnienie"/>
    <w:basedOn w:val="Normalny"/>
    <w:autoRedefine/>
    <w:rsid w:val="00761009"/>
    <w:pPr>
      <w:ind w:left="425"/>
    </w:pPr>
  </w:style>
  <w:style w:type="paragraph" w:customStyle="1" w:styleId="Kod">
    <w:name w:val="Kod"/>
    <w:next w:val="Normalny"/>
    <w:autoRedefine/>
    <w:rsid w:val="00761009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761009"/>
    <w:pPr>
      <w:ind w:left="425" w:hanging="425"/>
    </w:pPr>
  </w:style>
  <w:style w:type="paragraph" w:customStyle="1" w:styleId="Tresczarzutu">
    <w:name w:val="Tresc zarzutu"/>
    <w:basedOn w:val="Normalny"/>
    <w:autoRedefine/>
    <w:rsid w:val="00761009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761009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761009"/>
  </w:style>
  <w:style w:type="character" w:customStyle="1" w:styleId="TekstpodstawowyZnak">
    <w:name w:val="Tekst podstawowy Znak"/>
    <w:basedOn w:val="Domylnaczcionkaakapitu"/>
    <w:link w:val="Tekstpodstawowy"/>
    <w:rsid w:val="00D92440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7610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1009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761009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009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761009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1009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76100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6100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761009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610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61009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7610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6100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F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3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3F6"/>
    <w:rPr>
      <w:rFonts w:ascii="Arial" w:eastAsia="Times New Roman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E728C-166C-4681-ADDA-FE0AACCD3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8CD40B1-10A2-4ECC-B6AA-2407504C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FE6E8-CDCA-4AFE-8EDD-F65FE9804F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9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Olsztyn</vt:lpstr>
    </vt:vector>
  </TitlesOfParts>
  <Company>PIP OIP Olsztyn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Olsztyn</dc:title>
  <dc:subject>Szablony v17</dc:subject>
  <dc:creator>Stanisław Piórkowski</dc:creator>
  <cp:keywords/>
  <dc:description/>
  <cp:lastModifiedBy>Izabela Majchrzak</cp:lastModifiedBy>
  <cp:revision>9</cp:revision>
  <cp:lastPrinted>2022-11-15T14:08:00Z</cp:lastPrinted>
  <dcterms:created xsi:type="dcterms:W3CDTF">2025-09-30T05:15:00Z</dcterms:created>
  <dcterms:modified xsi:type="dcterms:W3CDTF">2025-11-17T09:51:00Z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OL-POR-A.2102.21.2022.7</vt:lpwstr>
  </property>
  <property fmtid="{D5CDD505-2E9C-101B-9397-08002B2CF9AE}" pid="5" name="UNPPisma">
    <vt:lpwstr>OL-22-34437</vt:lpwstr>
  </property>
  <property fmtid="{D5CDD505-2E9C-101B-9397-08002B2CF9AE}" pid="6" name="ZnakSprawy">
    <vt:lpwstr>OL-POR-A.2102.21.2022</vt:lpwstr>
  </property>
  <property fmtid="{D5CDD505-2E9C-101B-9397-08002B2CF9AE}" pid="7" name="ZnakSprawy2">
    <vt:lpwstr>Znak sprawy: OL-POR-A.2102.21.2022</vt:lpwstr>
  </property>
  <property fmtid="{D5CDD505-2E9C-101B-9397-08002B2CF9AE}" pid="8" name="AktualnaDataSlownie">
    <vt:lpwstr>16 listopada 2022</vt:lpwstr>
  </property>
  <property fmtid="{D5CDD505-2E9C-101B-9397-08002B2CF9AE}" pid="9" name="ZnakSprawyPrzedPrzeniesieniem">
    <vt:lpwstr/>
  </property>
  <property fmtid="{D5CDD505-2E9C-101B-9397-08002B2CF9AE}" pid="10" name="Autor">
    <vt:lpwstr>Pokrętowski Andrzej</vt:lpwstr>
  </property>
  <property fmtid="{D5CDD505-2E9C-101B-9397-08002B2CF9AE}" pid="11" name="AutorNumer">
    <vt:lpwstr>100085</vt:lpwstr>
  </property>
  <property fmtid="{D5CDD505-2E9C-101B-9397-08002B2CF9AE}" pid="12" name="AutorKomorkaNadrzedna">
    <vt:lpwstr>Zastępca Okręgowego Inspektora Pracy do Spraw Prawno-Organizacyjnych(P)</vt:lpwstr>
  </property>
  <property fmtid="{D5CDD505-2E9C-101B-9397-08002B2CF9AE}" pid="13" name="AutorInicjaly">
    <vt:lpwstr>AP64</vt:lpwstr>
  </property>
  <property fmtid="{D5CDD505-2E9C-101B-9397-08002B2CF9AE}" pid="14" name="AutorNrTelefonu">
    <vt:lpwstr>-</vt:lpwstr>
  </property>
  <property fmtid="{D5CDD505-2E9C-101B-9397-08002B2CF9AE}" pid="15" name="Stanowisko">
    <vt:lpwstr>Radca</vt:lpwstr>
  </property>
  <property fmtid="{D5CDD505-2E9C-101B-9397-08002B2CF9AE}" pid="16" name="OpisPisma">
    <vt:lpwstr>Pismo w sprawie zamieszczenia na stronie bip.gip.gov.pl ogłoszenia wraz z załącznikami dotyczącego przetargu na sprzedaż samochodu służbowego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2022-11-16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2022-11-15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2022-11-14 13:39:32</vt:lpwstr>
  </property>
  <property fmtid="{D5CDD505-2E9C-101B-9397-08002B2CF9AE}" pid="43" name="TematSprawy">
    <vt:lpwstr>ZBYCIE SAMOCHODU SŁUŻBOWEGO HYUNDAI ELANTRA NO 1211P</vt:lpwstr>
  </property>
  <property fmtid="{D5CDD505-2E9C-101B-9397-08002B2CF9AE}" pid="44" name="ProwadzacySprawe">
    <vt:lpwstr>Pokrętowski Andrzej</vt:lpwstr>
  </property>
  <property fmtid="{D5CDD505-2E9C-101B-9397-08002B2CF9AE}" pid="45" name="DaneJednostki1">
    <vt:lpwstr>Państwowa Inspekcja Pracy Okręgowy Inspektorat Pracy w Olsztynie</vt:lpwstr>
  </property>
  <property fmtid="{D5CDD505-2E9C-101B-9397-08002B2CF9AE}" pid="46" name="PolaDodatkowe1">
    <vt:lpwstr>Państwowa Inspekcja Pracy Okręgowy Inspektorat Pracy w Olsztynie</vt:lpwstr>
  </property>
  <property fmtid="{D5CDD505-2E9C-101B-9397-08002B2CF9AE}" pid="47" name="DaneJednostki2">
    <vt:lpwstr>Olsztyn</vt:lpwstr>
  </property>
  <property fmtid="{D5CDD505-2E9C-101B-9397-08002B2CF9AE}" pid="48" name="PolaDodatkowe2">
    <vt:lpwstr>Olsztyn</vt:lpwstr>
  </property>
  <property fmtid="{D5CDD505-2E9C-101B-9397-08002B2CF9AE}" pid="49" name="DaneJednostki3">
    <vt:lpwstr>10-512</vt:lpwstr>
  </property>
  <property fmtid="{D5CDD505-2E9C-101B-9397-08002B2CF9AE}" pid="50" name="PolaDodatkowe3">
    <vt:lpwstr>10-512</vt:lpwstr>
  </property>
  <property fmtid="{D5CDD505-2E9C-101B-9397-08002B2CF9AE}" pid="51" name="DaneJednostki4">
    <vt:lpwstr>ul. Mikołaja Kopernika</vt:lpwstr>
  </property>
  <property fmtid="{D5CDD505-2E9C-101B-9397-08002B2CF9AE}" pid="52" name="PolaDodatkowe4">
    <vt:lpwstr>ul. Mikołaja Kopernika</vt:lpwstr>
  </property>
  <property fmtid="{D5CDD505-2E9C-101B-9397-08002B2CF9AE}" pid="53" name="DaneJednostki5">
    <vt:lpwstr>29</vt:lpwstr>
  </property>
  <property fmtid="{D5CDD505-2E9C-101B-9397-08002B2CF9AE}" pid="54" name="PolaDodatkowe5">
    <vt:lpwstr>29</vt:lpwstr>
  </property>
  <property fmtid="{D5CDD505-2E9C-101B-9397-08002B2CF9AE}" pid="55" name="DaneJednostki6">
    <vt:lpwstr>89 527 42 75</vt:lpwstr>
  </property>
  <property fmtid="{D5CDD505-2E9C-101B-9397-08002B2CF9AE}" pid="56" name="PolaDodatkowe6">
    <vt:lpwstr>89 527 42 75</vt:lpwstr>
  </property>
  <property fmtid="{D5CDD505-2E9C-101B-9397-08002B2CF9AE}" pid="57" name="DaneJednostki7">
    <vt:lpwstr>89 533 96 48</vt:lpwstr>
  </property>
  <property fmtid="{D5CDD505-2E9C-101B-9397-08002B2CF9AE}" pid="58" name="PolaDodatkowe7">
    <vt:lpwstr>89 533 96 48</vt:lpwstr>
  </property>
  <property fmtid="{D5CDD505-2E9C-101B-9397-08002B2CF9AE}" pid="59" name="DaneJednostki8">
    <vt:lpwstr>kancelaria@olsztyn.pip.gov.pl</vt:lpwstr>
  </property>
  <property fmtid="{D5CDD505-2E9C-101B-9397-08002B2CF9AE}" pid="60" name="PolaDodatkowe8">
    <vt:lpwstr>kancelaria@olsztyn.pip.gov.pl</vt:lpwstr>
  </property>
  <property fmtid="{D5CDD505-2E9C-101B-9397-08002B2CF9AE}" pid="61" name="DaneJednostki9">
    <vt:lpwstr>www</vt:lpwstr>
  </property>
  <property fmtid="{D5CDD505-2E9C-101B-9397-08002B2CF9AE}" pid="62" name="PolaDodatkowe9">
    <vt:lpwstr>www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